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A2236" w14:textId="77777777" w:rsidR="00BF22CB" w:rsidRDefault="001559D9" w:rsidP="00BF22CB">
      <w:r>
        <w:t xml:space="preserve">SAE - Illustrations - </w:t>
      </w:r>
      <w:bookmarkStart w:id="0" w:name="_GoBack"/>
      <w:bookmarkEnd w:id="0"/>
      <w:r w:rsidR="00BF22CB">
        <w:t>Reflections</w:t>
      </w:r>
    </w:p>
    <w:p w14:paraId="6E3F4F6D" w14:textId="77777777" w:rsidR="00BF22CB" w:rsidRDefault="00BF22CB" w:rsidP="00BF22C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30EF8" wp14:editId="0161FDFD">
                <wp:simplePos x="0" y="0"/>
                <wp:positionH relativeFrom="column">
                  <wp:posOffset>-289323</wp:posOffset>
                </wp:positionH>
                <wp:positionV relativeFrom="paragraph">
                  <wp:posOffset>278130</wp:posOffset>
                </wp:positionV>
                <wp:extent cx="7086600" cy="6620719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620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02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AA16D2" w14:paraId="7F0619E9" w14:textId="77777777" w:rsidTr="00152CC4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14:paraId="6C4FC512" w14:textId="77777777" w:rsidR="00AA16D2" w:rsidRDefault="00AA16D2" w:rsidP="00AA16D2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vAlign w:val="center"/>
                                </w:tcPr>
                                <w:p w14:paraId="4B4829D1" w14:textId="77777777" w:rsidR="00AA16D2" w:rsidRPr="00152CC4" w:rsidRDefault="00AA16D2" w:rsidP="00152CC4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152CC4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2A790E85" w14:textId="77777777" w:rsidR="00AA16D2" w:rsidRPr="00AC3FB4" w:rsidRDefault="00AA16D2" w:rsidP="00AA16D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12EC4C2" w14:textId="77777777" w:rsidR="00AA16D2" w:rsidRDefault="00AA16D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A3F020B" w14:textId="77777777" w:rsidR="00AA16D2" w:rsidRDefault="00AA16D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E3E4958" w14:textId="77777777" w:rsidR="00AA16D2" w:rsidRPr="00AC3FB4" w:rsidRDefault="00AA16D2" w:rsidP="009E47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690A92F" w14:textId="77777777" w:rsidR="00AA16D2" w:rsidRPr="00AC3FB4" w:rsidRDefault="00AA16D2" w:rsidP="00AA16D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6B73F59" w14:textId="77777777" w:rsidR="00AA16D2" w:rsidRPr="00AC3FB4" w:rsidRDefault="00AA16D2" w:rsidP="00AA16D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AA16D2" w14:paraId="7B6E39C2" w14:textId="77777777" w:rsidTr="005C7089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281D0505" w14:textId="77777777" w:rsidR="00AA16D2" w:rsidRPr="00BF22CB" w:rsidRDefault="00AA16D2" w:rsidP="00AA16D2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14:paraId="7C565094" w14:textId="77777777" w:rsidR="00AA16D2" w:rsidRPr="00800E17" w:rsidRDefault="00AA16D2" w:rsidP="00AA16D2">
                                  <w:pPr>
                                    <w:rPr>
                                      <w:b/>
                                    </w:rPr>
                                  </w:pPr>
                                  <w:r w:rsidRPr="00800E17">
                                    <w:rPr>
                                      <w:b/>
                                    </w:rPr>
                                    <w:t xml:space="preserve">Form – </w:t>
                                  </w:r>
                                  <w:proofErr w:type="gramStart"/>
                                  <w:r w:rsidRPr="00800E17">
                                    <w:t>your</w:t>
                                  </w:r>
                                  <w:proofErr w:type="gramEnd"/>
                                  <w:r w:rsidRPr="00800E17">
                                    <w:t xml:space="preserve"> writing shows a</w:t>
                                  </w:r>
                                  <w:r>
                                    <w:t xml:space="preserve"> good understanding of how you </w:t>
                                  </w:r>
                                  <w:r w:rsidRPr="00800E17">
                                    <w:t xml:space="preserve">used visual language </w:t>
                                  </w:r>
                                  <w:r>
                                    <w:t>to express yo</w:t>
                                  </w:r>
                                  <w:r w:rsidRPr="00800E17">
                                    <w:t>ur ideas.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165E2DB6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60C60FB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3F14A10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AB3093A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3175BF80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D406BA4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A16D2" w14:paraId="4677F778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4EAAB6BF" w14:textId="77777777" w:rsidR="00AA16D2" w:rsidRPr="00622453" w:rsidRDefault="00AA16D2" w:rsidP="00AA16D2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14:paraId="06318D30" w14:textId="77777777" w:rsidR="00AA16D2" w:rsidRDefault="00AA16D2" w:rsidP="00AA16D2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writing shows clearly why your “big ideas” are interesting and significant.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36022F13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CD4AE11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6268490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EB85F9B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2238883D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DCF5836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A16D2" w14:paraId="34E7A6F5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035D8725" w14:textId="77777777" w:rsidR="00AA16D2" w:rsidRDefault="00AA16D2" w:rsidP="00AA16D2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14:paraId="36165409" w14:textId="77777777" w:rsidR="00AA16D2" w:rsidRDefault="00AA16D2" w:rsidP="00AA16D2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writing clearly shows how you considered context in developing meaning in your artwork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11A29C96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65DECA1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C4B908F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9F5C75D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64EE4015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31D44DD" w14:textId="77777777" w:rsidR="00AA16D2" w:rsidRDefault="00AA16D2" w:rsidP="00AA16D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35FCC239" w14:textId="77777777" w:rsidR="00AA16D2" w:rsidRDefault="00AA16D2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2.75pt;margin-top:21.9pt;width:558pt;height:5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02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AA16D2" w14:paraId="7F0619E9" w14:textId="77777777" w:rsidTr="00152CC4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14:paraId="6C4FC512" w14:textId="77777777" w:rsidR="00AA16D2" w:rsidRDefault="00AA16D2" w:rsidP="00AA16D2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2020" w:type="dxa"/>
                            <w:vAlign w:val="center"/>
                          </w:tcPr>
                          <w:p w14:paraId="4B4829D1" w14:textId="77777777" w:rsidR="00AA16D2" w:rsidRPr="00152CC4" w:rsidRDefault="00AA16D2" w:rsidP="00152CC4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152CC4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2A790E85" w14:textId="77777777" w:rsidR="00AA16D2" w:rsidRPr="00AC3FB4" w:rsidRDefault="00AA16D2" w:rsidP="00AA16D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12EC4C2" w14:textId="77777777" w:rsidR="00AA16D2" w:rsidRDefault="00AA16D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A3F020B" w14:textId="77777777" w:rsidR="00AA16D2" w:rsidRDefault="00AA16D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E3E4958" w14:textId="77777777" w:rsidR="00AA16D2" w:rsidRPr="00AC3FB4" w:rsidRDefault="00AA16D2" w:rsidP="009E47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690A92F" w14:textId="77777777" w:rsidR="00AA16D2" w:rsidRPr="00AC3FB4" w:rsidRDefault="00AA16D2" w:rsidP="00AA16D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6B73F59" w14:textId="77777777" w:rsidR="00AA16D2" w:rsidRPr="00AC3FB4" w:rsidRDefault="00AA16D2" w:rsidP="00AA16D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AA16D2" w14:paraId="7B6E39C2" w14:textId="77777777" w:rsidTr="005C7089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281D0505" w14:textId="77777777" w:rsidR="00AA16D2" w:rsidRPr="00BF22CB" w:rsidRDefault="00AA16D2" w:rsidP="00AA16D2">
                            <w:pPr>
                              <w:ind w:left="113" w:right="113"/>
                              <w:jc w:val="center"/>
                            </w:pPr>
                            <w:r>
                              <w:t>Reflect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14:paraId="7C565094" w14:textId="77777777" w:rsidR="00AA16D2" w:rsidRPr="00800E17" w:rsidRDefault="00AA16D2" w:rsidP="00AA16D2">
                            <w:pPr>
                              <w:rPr>
                                <w:b/>
                              </w:rPr>
                            </w:pPr>
                            <w:r w:rsidRPr="00800E17">
                              <w:rPr>
                                <w:b/>
                              </w:rPr>
                              <w:t xml:space="preserve">Form – </w:t>
                            </w:r>
                            <w:proofErr w:type="gramStart"/>
                            <w:r w:rsidRPr="00800E17">
                              <w:t>your</w:t>
                            </w:r>
                            <w:proofErr w:type="gramEnd"/>
                            <w:r w:rsidRPr="00800E17">
                              <w:t xml:space="preserve"> writing shows a</w:t>
                            </w:r>
                            <w:r>
                              <w:t xml:space="preserve"> good understanding of how you </w:t>
                            </w:r>
                            <w:r w:rsidRPr="00800E17">
                              <w:t xml:space="preserve">used visual language </w:t>
                            </w:r>
                            <w:r>
                              <w:t>to express yo</w:t>
                            </w:r>
                            <w:r w:rsidRPr="00800E17">
                              <w:t>ur ideas.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165E2DB6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60C60FB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3F14A10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AB3093A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3175BF80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D406BA4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A16D2" w14:paraId="4677F778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14:paraId="4EAAB6BF" w14:textId="77777777" w:rsidR="00AA16D2" w:rsidRPr="00622453" w:rsidRDefault="00AA16D2" w:rsidP="00AA16D2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14:paraId="06318D30" w14:textId="77777777" w:rsidR="00AA16D2" w:rsidRDefault="00AA16D2" w:rsidP="00AA16D2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writing shows clearly why your “big ideas” are interesting and significant.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36022F13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CD4AE11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6268490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EB85F9B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2238883D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DCF5836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A16D2" w14:paraId="34E7A6F5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035D8725" w14:textId="77777777" w:rsidR="00AA16D2" w:rsidRDefault="00AA16D2" w:rsidP="00AA16D2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14:paraId="36165409" w14:textId="77777777" w:rsidR="00AA16D2" w:rsidRDefault="00AA16D2" w:rsidP="00AA16D2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writing clearly shows how you considered context in developing meaning in your artwork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11A29C96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65DECA1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C4B908F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9F5C75D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64EE4015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31D44DD" w14:textId="77777777" w:rsidR="00AA16D2" w:rsidRDefault="00AA16D2" w:rsidP="00AA16D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35FCC239" w14:textId="77777777" w:rsidR="00AA16D2" w:rsidRDefault="00AA16D2" w:rsidP="00BF22CB"/>
                  </w:txbxContent>
                </v:textbox>
              </v:shape>
            </w:pict>
          </mc:Fallback>
        </mc:AlternateContent>
      </w:r>
      <w:r>
        <w:t>Here is your assessment rubric for this part of the project</w:t>
      </w:r>
    </w:p>
    <w:p w14:paraId="0DD6F253" w14:textId="77777777" w:rsidR="00BF22CB" w:rsidRDefault="00BF22CB" w:rsidP="00BF22CB"/>
    <w:p w14:paraId="0A1B1905" w14:textId="77777777" w:rsidR="00BF22CB" w:rsidRDefault="00BF22CB" w:rsidP="00BF22CB"/>
    <w:p w14:paraId="4C9B9781" w14:textId="77777777" w:rsidR="00BF22CB" w:rsidRDefault="00BF22CB" w:rsidP="00BF22CB"/>
    <w:p w14:paraId="080FFCAB" w14:textId="77777777" w:rsidR="00BF22CB" w:rsidRDefault="00BF22CB" w:rsidP="00BF22CB"/>
    <w:p w14:paraId="685CE690" w14:textId="77777777" w:rsidR="00BF22CB" w:rsidRDefault="00BF22CB" w:rsidP="00BF22CB"/>
    <w:p w14:paraId="4F06163A" w14:textId="77777777" w:rsidR="00BF22CB" w:rsidRDefault="00BF22CB" w:rsidP="00BF22CB"/>
    <w:p w14:paraId="378F88D6" w14:textId="77777777" w:rsidR="00BF22CB" w:rsidRDefault="00BF22CB" w:rsidP="00BF22CB"/>
    <w:p w14:paraId="18814473" w14:textId="77777777" w:rsidR="00BF22CB" w:rsidRDefault="00BF22CB" w:rsidP="00BF22CB"/>
    <w:p w14:paraId="322BA6ED" w14:textId="77777777" w:rsidR="00BF22CB" w:rsidRDefault="00BF22CB" w:rsidP="00BF22CB"/>
    <w:p w14:paraId="4FAF9FF3" w14:textId="77777777" w:rsidR="00BF22CB" w:rsidRDefault="00BF22CB" w:rsidP="00BF22CB"/>
    <w:p w14:paraId="1F97FC8E" w14:textId="77777777" w:rsidR="00BF22CB" w:rsidRDefault="00BF22CB" w:rsidP="00BF22CB"/>
    <w:p w14:paraId="24C08DCF" w14:textId="77777777" w:rsidR="00BF22CB" w:rsidRDefault="00BF22CB" w:rsidP="00BF22CB"/>
    <w:p w14:paraId="0A0CF6D9" w14:textId="77777777" w:rsidR="00BF22CB" w:rsidRDefault="00BF22CB" w:rsidP="00BF22CB"/>
    <w:p w14:paraId="2E66A299" w14:textId="77777777" w:rsidR="00BF22CB" w:rsidRDefault="00BF22CB" w:rsidP="00BF22CB"/>
    <w:p w14:paraId="3278912A" w14:textId="77777777" w:rsidR="00BF22CB" w:rsidRDefault="00BF22CB" w:rsidP="00BF22CB"/>
    <w:p w14:paraId="5665B9F8" w14:textId="77777777" w:rsidR="00BF22CB" w:rsidRDefault="00BF22CB" w:rsidP="00BF22CB"/>
    <w:p w14:paraId="179C4466" w14:textId="77777777" w:rsidR="00BF22CB" w:rsidRDefault="00BF22CB" w:rsidP="00BF22CB"/>
    <w:p w14:paraId="60F8C6B5" w14:textId="77777777" w:rsidR="00BF22CB" w:rsidRDefault="00BF22CB" w:rsidP="00BF22CB"/>
    <w:p w14:paraId="42EBFCCC" w14:textId="77777777" w:rsidR="00BF22CB" w:rsidRDefault="00BF22CB" w:rsidP="00BF22CB"/>
    <w:p w14:paraId="724DFF4A" w14:textId="77777777" w:rsidR="00BF22CB" w:rsidRDefault="00BF22CB" w:rsidP="00BF22CB"/>
    <w:p w14:paraId="3547AA47" w14:textId="77777777" w:rsidR="00C84287" w:rsidRDefault="00C84287" w:rsidP="00BF22CB"/>
    <w:p w14:paraId="195C2AF4" w14:textId="77777777" w:rsidR="00BF22CB" w:rsidRDefault="00BF22CB" w:rsidP="00BF22CB">
      <w:pPr>
        <w:rPr>
          <w:i/>
          <w:color w:val="C0000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5987BD" wp14:editId="30B91350">
                <wp:simplePos x="0" y="0"/>
                <wp:positionH relativeFrom="column">
                  <wp:posOffset>50165</wp:posOffset>
                </wp:positionH>
                <wp:positionV relativeFrom="paragraph">
                  <wp:posOffset>486410</wp:posOffset>
                </wp:positionV>
                <wp:extent cx="6667500" cy="19240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AA16D2" w:rsidRPr="00B32280" w14:paraId="52550CB6" w14:textId="77777777" w:rsidTr="00AA16D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8DB3E2" w:themeFill="text2" w:themeFillTint="66"/>
                                  <w:vAlign w:val="center"/>
                                </w:tcPr>
                                <w:p w14:paraId="57FAFA3C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Theme </w:t>
                                  </w:r>
                                </w:p>
                                <w:p w14:paraId="525EA85C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146DC617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AA16D2" w:rsidRPr="00B32280" w14:paraId="7A344689" w14:textId="77777777" w:rsidTr="00AA16D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D99594" w:themeFill="accent2" w:themeFillTint="99"/>
                                  <w:vAlign w:val="center"/>
                                </w:tcPr>
                                <w:p w14:paraId="23D59057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Form </w:t>
                                  </w:r>
                                </w:p>
                                <w:p w14:paraId="530F1480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04924380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AA16D2" w:rsidRPr="00B32280" w14:paraId="1222187B" w14:textId="77777777" w:rsidTr="00AA16D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B2A1C7" w:themeFill="accent4" w:themeFillTint="99"/>
                                  <w:vAlign w:val="center"/>
                                </w:tcPr>
                                <w:p w14:paraId="4282E916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Context </w:t>
                                  </w:r>
                                </w:p>
                                <w:p w14:paraId="3334B973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08BB3D0F" w14:textId="77777777" w:rsidR="00AA16D2" w:rsidRPr="00B32280" w:rsidRDefault="00AA16D2" w:rsidP="00AA16D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</w:tbl>
                          <w:p w14:paraId="4111EAB8" w14:textId="77777777" w:rsidR="00AA16D2" w:rsidRDefault="00AA16D2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.95pt;margin-top:38.3pt;width:525pt;height:15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AA16D2" w:rsidRPr="00B32280" w14:paraId="52550CB6" w14:textId="77777777" w:rsidTr="00AA16D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8DB3E2" w:themeFill="text2" w:themeFillTint="66"/>
                            <w:vAlign w:val="center"/>
                          </w:tcPr>
                          <w:p w14:paraId="57FAFA3C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  <w:r w:rsidRPr="00B32280">
                              <w:t xml:space="preserve">Theme </w:t>
                            </w:r>
                          </w:p>
                          <w:p w14:paraId="525EA85C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146DC617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AA16D2" w:rsidRPr="00B32280" w14:paraId="7A344689" w14:textId="77777777" w:rsidTr="00AA16D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D99594" w:themeFill="accent2" w:themeFillTint="99"/>
                            <w:vAlign w:val="center"/>
                          </w:tcPr>
                          <w:p w14:paraId="23D59057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  <w:r w:rsidRPr="00B32280">
                              <w:t xml:space="preserve">Form </w:t>
                            </w:r>
                          </w:p>
                          <w:p w14:paraId="530F1480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04924380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AA16D2" w:rsidRPr="00B32280" w14:paraId="1222187B" w14:textId="77777777" w:rsidTr="00AA16D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B2A1C7" w:themeFill="accent4" w:themeFillTint="99"/>
                            <w:vAlign w:val="center"/>
                          </w:tcPr>
                          <w:p w14:paraId="4282E916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  <w:r w:rsidRPr="00B32280">
                              <w:t xml:space="preserve">Context </w:t>
                            </w:r>
                          </w:p>
                          <w:p w14:paraId="3334B973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08BB3D0F" w14:textId="77777777" w:rsidR="00AA16D2" w:rsidRPr="00B32280" w:rsidRDefault="00AA16D2" w:rsidP="00AA16D2">
                            <w:pPr>
                              <w:spacing w:line="240" w:lineRule="auto"/>
                            </w:pPr>
                          </w:p>
                        </w:tc>
                      </w:tr>
                    </w:tbl>
                    <w:p w14:paraId="4111EAB8" w14:textId="77777777" w:rsidR="00AA16D2" w:rsidRDefault="00AA16D2" w:rsidP="00BF22CB"/>
                  </w:txbxContent>
                </v:textbox>
              </v:shape>
            </w:pict>
          </mc:Fallback>
        </mc:AlternateContent>
      </w:r>
      <w:r>
        <w:t xml:space="preserve">If you give yourself a 10 for any question explain why your response </w:t>
      </w:r>
      <w:r w:rsidRPr="000F4433">
        <w:rPr>
          <w:b/>
        </w:rPr>
        <w:t xml:space="preserve">goes </w:t>
      </w:r>
      <w:r>
        <w:rPr>
          <w:b/>
        </w:rPr>
        <w:t xml:space="preserve">well </w:t>
      </w:r>
      <w:r w:rsidRPr="000F4433">
        <w:rPr>
          <w:b/>
        </w:rPr>
        <w:t>beyond expect</w:t>
      </w:r>
      <w:r>
        <w:rPr>
          <w:b/>
        </w:rPr>
        <w:t>at</w:t>
      </w:r>
      <w:r w:rsidRPr="000F4433">
        <w:rPr>
          <w:b/>
        </w:rPr>
        <w:t>ions</w:t>
      </w:r>
      <w:r>
        <w:t xml:space="preserve">. </w:t>
      </w:r>
      <w:r w:rsidRPr="000F4433">
        <w:rPr>
          <w:i/>
          <w:color w:val="C00000"/>
        </w:rPr>
        <w:t xml:space="preserve">Remember I expect you to answer the questions effectively – so don’t </w:t>
      </w:r>
      <w:r>
        <w:rPr>
          <w:i/>
          <w:color w:val="C00000"/>
        </w:rPr>
        <w:t xml:space="preserve">just </w:t>
      </w:r>
      <w:r w:rsidRPr="000F4433">
        <w:rPr>
          <w:i/>
          <w:color w:val="C00000"/>
        </w:rPr>
        <w:t>tell me that you did what I expect!!</w:t>
      </w:r>
    </w:p>
    <w:p w14:paraId="7FE89F37" w14:textId="77777777" w:rsidR="00BF22CB" w:rsidRDefault="00BF22CB" w:rsidP="00BF22CB"/>
    <w:p w14:paraId="1A30F340" w14:textId="77777777" w:rsidR="00BF22CB" w:rsidRDefault="00BF22CB" w:rsidP="00BF22CB"/>
    <w:p w14:paraId="62F091E0" w14:textId="77777777" w:rsidR="00BF22CB" w:rsidRDefault="00BF22CB" w:rsidP="00BF22CB"/>
    <w:p w14:paraId="42191DFC" w14:textId="77777777" w:rsidR="00BF22CB" w:rsidRDefault="00BF22CB" w:rsidP="00BF22CB"/>
    <w:p w14:paraId="58A01DB1" w14:textId="77777777" w:rsidR="00BF22CB" w:rsidRDefault="00BF22CB" w:rsidP="00BF22CB"/>
    <w:p w14:paraId="11A004A4" w14:textId="77777777" w:rsidR="00515CC0" w:rsidRDefault="00515CC0"/>
    <w:p w14:paraId="42DECC4A" w14:textId="77777777" w:rsidR="001C23EC" w:rsidRDefault="001C23EC" w:rsidP="001C23EC">
      <w:pPr>
        <w:rPr>
          <w:b/>
        </w:rPr>
      </w:pPr>
    </w:p>
    <w:p w14:paraId="784FFC02" w14:textId="77777777" w:rsidR="001C23EC" w:rsidRDefault="001C23EC" w:rsidP="001C23EC">
      <w:r>
        <w:rPr>
          <w:b/>
        </w:rPr>
        <w:t>Form</w:t>
      </w:r>
      <w:r w:rsidRPr="00D30FB5">
        <w:rPr>
          <w:b/>
        </w:rPr>
        <w:t xml:space="preserve"> </w:t>
      </w:r>
      <w:proofErr w:type="gramStart"/>
      <w:r w:rsidRPr="00D30FB5">
        <w:rPr>
          <w:b/>
        </w:rPr>
        <w:t>-</w:t>
      </w:r>
      <w:r>
        <w:t xml:space="preserve">   In</w:t>
      </w:r>
      <w:proofErr w:type="gramEnd"/>
      <w:r>
        <w:t xml:space="preserve"> the article “The Power of Pictures” it says that effective illustrations are meant…</w:t>
      </w:r>
    </w:p>
    <w:p w14:paraId="2F83E3B8" w14:textId="77777777" w:rsidR="001C23EC" w:rsidRDefault="001C23EC" w:rsidP="001C23EC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delight</w:t>
      </w:r>
      <w:r>
        <w:t xml:space="preserve"> </w:t>
      </w:r>
    </w:p>
    <w:p w14:paraId="71C3E195" w14:textId="77777777" w:rsidR="001C23EC" w:rsidRDefault="001C23EC" w:rsidP="001C23EC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capture attention</w:t>
      </w:r>
      <w:r>
        <w:t xml:space="preserve"> </w:t>
      </w:r>
    </w:p>
    <w:p w14:paraId="02B205DF" w14:textId="77777777" w:rsidR="001C23EC" w:rsidRDefault="001C23EC" w:rsidP="001C23EC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tell a story</w:t>
      </w:r>
      <w:r>
        <w:t xml:space="preserve"> </w:t>
      </w:r>
    </w:p>
    <w:p w14:paraId="0297EF7E" w14:textId="77777777" w:rsidR="001C23EC" w:rsidRDefault="001C23EC" w:rsidP="001C23EC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teach a concept </w:t>
      </w:r>
      <w:r>
        <w:t xml:space="preserve"> </w:t>
      </w:r>
    </w:p>
    <w:p w14:paraId="19CB6016" w14:textId="77777777" w:rsidR="001C23EC" w:rsidRDefault="001C23EC" w:rsidP="001C23EC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develop appreciation and awareness [of art] in children</w:t>
      </w:r>
      <w:r>
        <w:t xml:space="preserve"> </w:t>
      </w:r>
    </w:p>
    <w:p w14:paraId="2A31F605" w14:textId="77777777" w:rsidR="001C23EC" w:rsidRDefault="001C23EC" w:rsidP="001C23EC">
      <w:pPr>
        <w:spacing w:before="100" w:beforeAutospacing="1" w:after="100" w:afterAutospacing="1"/>
      </w:pPr>
      <w:r>
        <w:t>Describe how your illustration does (or does not do) each. Hint: think about how you used the formal elements to create visual effects.</w:t>
      </w:r>
    </w:p>
    <w:p w14:paraId="59B7DB5A" w14:textId="77777777" w:rsidR="001C23EC" w:rsidRDefault="001C23EC" w:rsidP="001C23EC">
      <w:pPr>
        <w:spacing w:before="100" w:beforeAutospacing="1" w:after="100" w:afterAutospacing="1"/>
      </w:pPr>
    </w:p>
    <w:p w14:paraId="7D66E289" w14:textId="77777777" w:rsidR="001C23EC" w:rsidRDefault="001559D9" w:rsidP="001C23E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26A523" wp14:editId="309A1355">
                <wp:simplePos x="0" y="0"/>
                <wp:positionH relativeFrom="column">
                  <wp:posOffset>-226060</wp:posOffset>
                </wp:positionH>
                <wp:positionV relativeFrom="paragraph">
                  <wp:posOffset>39370</wp:posOffset>
                </wp:positionV>
                <wp:extent cx="6819900" cy="4791075"/>
                <wp:effectExtent l="0" t="0" r="38100" b="3492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479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985E6" w14:textId="77777777" w:rsidR="001C23EC" w:rsidRDefault="001C23EC" w:rsidP="001C23EC"/>
                          <w:tbl>
                            <w:tblPr>
                              <w:tblW w:w="0" w:type="auto"/>
                              <w:tblInd w:w="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255"/>
                              <w:gridCol w:w="8361"/>
                            </w:tblGrid>
                            <w:tr w:rsidR="001C23EC" w14:paraId="683ECB48" w14:textId="77777777" w:rsidTr="00D30FB5">
                              <w:trPr>
                                <w:trHeight w:val="1420"/>
                              </w:trPr>
                              <w:tc>
                                <w:tcPr>
                                  <w:tcW w:w="2255" w:type="dxa"/>
                                  <w:shd w:val="clear" w:color="auto" w:fill="CC99FF"/>
                                  <w:vAlign w:val="center"/>
                                </w:tcPr>
                                <w:p w14:paraId="22A2C337" w14:textId="77777777" w:rsidR="001C23EC" w:rsidRDefault="001C23EC" w:rsidP="00A93F60">
                                  <w:pPr>
                                    <w:jc w:val="center"/>
                                  </w:pPr>
                                  <w:r>
                                    <w:t>It’s delightful because…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5927D5B8" w14:textId="77777777" w:rsidR="001C23EC" w:rsidRDefault="001C23EC" w:rsidP="00A93F60"/>
                              </w:tc>
                            </w:tr>
                            <w:tr w:rsidR="001C23EC" w14:paraId="41CAF188" w14:textId="77777777" w:rsidTr="00D30FB5">
                              <w:trPr>
                                <w:trHeight w:val="1420"/>
                              </w:trPr>
                              <w:tc>
                                <w:tcPr>
                                  <w:tcW w:w="2255" w:type="dxa"/>
                                  <w:shd w:val="clear" w:color="auto" w:fill="CCFFCC"/>
                                  <w:vAlign w:val="center"/>
                                </w:tcPr>
                                <w:p w14:paraId="4C098862" w14:textId="77777777" w:rsidR="001C23EC" w:rsidRDefault="001C23EC" w:rsidP="00A93F60">
                                  <w:pPr>
                                    <w:jc w:val="center"/>
                                  </w:pPr>
                                  <w:r>
                                    <w:t>It captures attention because I…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24C201C7" w14:textId="77777777" w:rsidR="001C23EC" w:rsidRDefault="001C23EC" w:rsidP="00A93F60"/>
                              </w:tc>
                            </w:tr>
                            <w:tr w:rsidR="001C23EC" w14:paraId="4E664964" w14:textId="77777777" w:rsidTr="00D30FB5">
                              <w:trPr>
                                <w:trHeight w:val="1420"/>
                              </w:trPr>
                              <w:tc>
                                <w:tcPr>
                                  <w:tcW w:w="2255" w:type="dxa"/>
                                  <w:shd w:val="clear" w:color="auto" w:fill="CC99FF"/>
                                  <w:vAlign w:val="center"/>
                                </w:tcPr>
                                <w:p w14:paraId="21A0B7C3" w14:textId="77777777" w:rsidR="001C23EC" w:rsidRDefault="001C23EC" w:rsidP="00A93F60">
                                  <w:pPr>
                                    <w:jc w:val="center"/>
                                  </w:pPr>
                                  <w:r>
                                    <w:t>The story comes through by my use of …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2DB68703" w14:textId="77777777" w:rsidR="001C23EC" w:rsidRDefault="001C23EC" w:rsidP="00A93F60"/>
                              </w:tc>
                            </w:tr>
                            <w:tr w:rsidR="001C23EC" w14:paraId="74341BE9" w14:textId="77777777" w:rsidTr="00D30FB5">
                              <w:trPr>
                                <w:trHeight w:val="1420"/>
                              </w:trPr>
                              <w:tc>
                                <w:tcPr>
                                  <w:tcW w:w="2255" w:type="dxa"/>
                                  <w:shd w:val="clear" w:color="auto" w:fill="CCFFCC"/>
                                  <w:vAlign w:val="center"/>
                                </w:tcPr>
                                <w:p w14:paraId="451A7039" w14:textId="77777777" w:rsidR="001C23EC" w:rsidRDefault="001C23EC" w:rsidP="00A93F60">
                                  <w:pPr>
                                    <w:jc w:val="center"/>
                                  </w:pPr>
                                  <w:r>
                                    <w:t>The way it teaches a concept is because I…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22500DF4" w14:textId="77777777" w:rsidR="001C23EC" w:rsidRDefault="001C23EC" w:rsidP="00A93F60">
                                  <w:r>
                                    <w:t>.</w:t>
                                  </w:r>
                                </w:p>
                              </w:tc>
                            </w:tr>
                            <w:tr w:rsidR="001C23EC" w14:paraId="0C324066" w14:textId="77777777" w:rsidTr="00D30FB5">
                              <w:trPr>
                                <w:trHeight w:val="1420"/>
                              </w:trPr>
                              <w:tc>
                                <w:tcPr>
                                  <w:tcW w:w="2255" w:type="dxa"/>
                                  <w:shd w:val="clear" w:color="auto" w:fill="CC99FF"/>
                                  <w:vAlign w:val="center"/>
                                </w:tcPr>
                                <w:p w14:paraId="0E1FA46C" w14:textId="77777777" w:rsidR="001C23EC" w:rsidRDefault="001C23EC" w:rsidP="00A93F60">
                                  <w:pPr>
                                    <w:jc w:val="center"/>
                                  </w:pPr>
                                  <w:r>
                                    <w:t>It will help develop an awareness of quality art in children because…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6EF37090" w14:textId="77777777" w:rsidR="001C23EC" w:rsidRDefault="001C23EC" w:rsidP="00A93F60"/>
                              </w:tc>
                            </w:tr>
                          </w:tbl>
                          <w:p w14:paraId="7EDD34BC" w14:textId="77777777" w:rsidR="001C23EC" w:rsidRDefault="001C23EC" w:rsidP="001C23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17.75pt;margin-top:3.1pt;width:537pt;height:3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">
                <v:textbox>
                  <w:txbxContent>
                    <w:p w14:paraId="5F4985E6" w14:textId="77777777" w:rsidR="001C23EC" w:rsidRDefault="001C23EC" w:rsidP="001C23EC"/>
                    <w:tbl>
                      <w:tblPr>
                        <w:tblW w:w="0" w:type="auto"/>
                        <w:tblInd w:w="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2255"/>
                        <w:gridCol w:w="8361"/>
                      </w:tblGrid>
                      <w:tr w:rsidR="001C23EC" w14:paraId="683ECB48" w14:textId="77777777" w:rsidTr="00D30FB5">
                        <w:trPr>
                          <w:trHeight w:val="1420"/>
                        </w:trPr>
                        <w:tc>
                          <w:tcPr>
                            <w:tcW w:w="2255" w:type="dxa"/>
                            <w:shd w:val="clear" w:color="auto" w:fill="CC99FF"/>
                            <w:vAlign w:val="center"/>
                          </w:tcPr>
                          <w:p w14:paraId="22A2C337" w14:textId="77777777" w:rsidR="001C23EC" w:rsidRDefault="001C23EC" w:rsidP="00A93F60">
                            <w:pPr>
                              <w:jc w:val="center"/>
                            </w:pPr>
                            <w:r>
                              <w:t>It’s delightful because…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5927D5B8" w14:textId="77777777" w:rsidR="001C23EC" w:rsidRDefault="001C23EC" w:rsidP="00A93F60"/>
                        </w:tc>
                      </w:tr>
                      <w:tr w:rsidR="001C23EC" w14:paraId="41CAF188" w14:textId="77777777" w:rsidTr="00D30FB5">
                        <w:trPr>
                          <w:trHeight w:val="1420"/>
                        </w:trPr>
                        <w:tc>
                          <w:tcPr>
                            <w:tcW w:w="2255" w:type="dxa"/>
                            <w:shd w:val="clear" w:color="auto" w:fill="CCFFCC"/>
                            <w:vAlign w:val="center"/>
                          </w:tcPr>
                          <w:p w14:paraId="4C098862" w14:textId="77777777" w:rsidR="001C23EC" w:rsidRDefault="001C23EC" w:rsidP="00A93F60">
                            <w:pPr>
                              <w:jc w:val="center"/>
                            </w:pPr>
                            <w:r>
                              <w:t>It captures attention because I…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24C201C7" w14:textId="77777777" w:rsidR="001C23EC" w:rsidRDefault="001C23EC" w:rsidP="00A93F60"/>
                        </w:tc>
                      </w:tr>
                      <w:tr w:rsidR="001C23EC" w14:paraId="4E664964" w14:textId="77777777" w:rsidTr="00D30FB5">
                        <w:trPr>
                          <w:trHeight w:val="1420"/>
                        </w:trPr>
                        <w:tc>
                          <w:tcPr>
                            <w:tcW w:w="2255" w:type="dxa"/>
                            <w:shd w:val="clear" w:color="auto" w:fill="CC99FF"/>
                            <w:vAlign w:val="center"/>
                          </w:tcPr>
                          <w:p w14:paraId="21A0B7C3" w14:textId="77777777" w:rsidR="001C23EC" w:rsidRDefault="001C23EC" w:rsidP="00A93F60">
                            <w:pPr>
                              <w:jc w:val="center"/>
                            </w:pPr>
                            <w:r>
                              <w:t>The story comes through by my use of …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2DB68703" w14:textId="77777777" w:rsidR="001C23EC" w:rsidRDefault="001C23EC" w:rsidP="00A93F60"/>
                        </w:tc>
                      </w:tr>
                      <w:tr w:rsidR="001C23EC" w14:paraId="74341BE9" w14:textId="77777777" w:rsidTr="00D30FB5">
                        <w:trPr>
                          <w:trHeight w:val="1420"/>
                        </w:trPr>
                        <w:tc>
                          <w:tcPr>
                            <w:tcW w:w="2255" w:type="dxa"/>
                            <w:shd w:val="clear" w:color="auto" w:fill="CCFFCC"/>
                            <w:vAlign w:val="center"/>
                          </w:tcPr>
                          <w:p w14:paraId="451A7039" w14:textId="77777777" w:rsidR="001C23EC" w:rsidRDefault="001C23EC" w:rsidP="00A93F60">
                            <w:pPr>
                              <w:jc w:val="center"/>
                            </w:pPr>
                            <w:r>
                              <w:t>The way it teaches a concept is because I…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22500DF4" w14:textId="77777777" w:rsidR="001C23EC" w:rsidRDefault="001C23EC" w:rsidP="00A93F60">
                            <w:r>
                              <w:t>.</w:t>
                            </w:r>
                          </w:p>
                        </w:tc>
                      </w:tr>
                      <w:tr w:rsidR="001C23EC" w14:paraId="0C324066" w14:textId="77777777" w:rsidTr="00D30FB5">
                        <w:trPr>
                          <w:trHeight w:val="1420"/>
                        </w:trPr>
                        <w:tc>
                          <w:tcPr>
                            <w:tcW w:w="2255" w:type="dxa"/>
                            <w:shd w:val="clear" w:color="auto" w:fill="CC99FF"/>
                            <w:vAlign w:val="center"/>
                          </w:tcPr>
                          <w:p w14:paraId="0E1FA46C" w14:textId="77777777" w:rsidR="001C23EC" w:rsidRDefault="001C23EC" w:rsidP="00A93F60">
                            <w:pPr>
                              <w:jc w:val="center"/>
                            </w:pPr>
                            <w:r>
                              <w:t>It will help develop an awareness of quality art in children because…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6EF37090" w14:textId="77777777" w:rsidR="001C23EC" w:rsidRDefault="001C23EC" w:rsidP="00A93F60"/>
                        </w:tc>
                      </w:tr>
                    </w:tbl>
                    <w:p w14:paraId="7EDD34BC" w14:textId="77777777" w:rsidR="001C23EC" w:rsidRDefault="001C23EC" w:rsidP="001C23EC"/>
                  </w:txbxContent>
                </v:textbox>
              </v:shape>
            </w:pict>
          </mc:Fallback>
        </mc:AlternateContent>
      </w:r>
    </w:p>
    <w:p w14:paraId="6F0D8F9D" w14:textId="77777777" w:rsidR="001C23EC" w:rsidRDefault="001C23EC" w:rsidP="001C23EC"/>
    <w:p w14:paraId="764B5EF6" w14:textId="77777777" w:rsidR="001C23EC" w:rsidRDefault="001C23EC" w:rsidP="001C23EC"/>
    <w:p w14:paraId="4486F6FB" w14:textId="77777777" w:rsidR="001C23EC" w:rsidRDefault="001C23EC" w:rsidP="001C23EC"/>
    <w:p w14:paraId="08BDDF84" w14:textId="77777777" w:rsidR="001C23EC" w:rsidRDefault="001C23EC" w:rsidP="001C23EC"/>
    <w:p w14:paraId="773486BE" w14:textId="77777777" w:rsidR="001C23EC" w:rsidRDefault="001C23EC" w:rsidP="001C23EC"/>
    <w:p w14:paraId="35222547" w14:textId="77777777" w:rsidR="001C23EC" w:rsidRDefault="001C23EC" w:rsidP="001C23EC"/>
    <w:p w14:paraId="79FCF12D" w14:textId="77777777" w:rsidR="001C23EC" w:rsidRDefault="001C23EC" w:rsidP="001C23EC"/>
    <w:p w14:paraId="77BD4A20" w14:textId="77777777" w:rsidR="001C23EC" w:rsidRDefault="001C23EC" w:rsidP="001C23EC"/>
    <w:p w14:paraId="33D1945A" w14:textId="77777777" w:rsidR="001C23EC" w:rsidRDefault="001C23EC" w:rsidP="001C23EC"/>
    <w:p w14:paraId="0A351BBD" w14:textId="77777777" w:rsidR="001C23EC" w:rsidRDefault="001C23EC" w:rsidP="001C23EC"/>
    <w:p w14:paraId="3275C960" w14:textId="77777777" w:rsidR="001C23EC" w:rsidRDefault="001C23EC" w:rsidP="001C23EC"/>
    <w:p w14:paraId="6BBB25B0" w14:textId="77777777" w:rsidR="001C23EC" w:rsidRDefault="001C23EC" w:rsidP="001C23EC"/>
    <w:p w14:paraId="05A1CB86" w14:textId="77777777" w:rsidR="001C23EC" w:rsidRDefault="001C23EC" w:rsidP="001C23EC"/>
    <w:p w14:paraId="2B098D73" w14:textId="77777777" w:rsidR="001C23EC" w:rsidRDefault="001C23EC" w:rsidP="001C23EC"/>
    <w:p w14:paraId="28845057" w14:textId="77777777" w:rsidR="001C23EC" w:rsidRDefault="001C23EC" w:rsidP="001C23EC"/>
    <w:p w14:paraId="770AF218" w14:textId="77777777" w:rsidR="001C23EC" w:rsidRDefault="001C23EC" w:rsidP="001C23EC"/>
    <w:p w14:paraId="79F67069" w14:textId="77777777" w:rsidR="001C23EC" w:rsidRDefault="001C23EC" w:rsidP="001C23EC"/>
    <w:p w14:paraId="7E436959" w14:textId="77777777" w:rsidR="001C23EC" w:rsidRDefault="001C23EC" w:rsidP="001C23EC"/>
    <w:p w14:paraId="7B2D6940" w14:textId="77777777" w:rsidR="001C23EC" w:rsidRDefault="001C23EC" w:rsidP="001C23EC"/>
    <w:p w14:paraId="182BA813" w14:textId="77777777" w:rsidR="001C23EC" w:rsidRDefault="001C23EC" w:rsidP="001C23EC"/>
    <w:p w14:paraId="5DDBA310" w14:textId="77777777" w:rsidR="001C23EC" w:rsidRDefault="001C23EC" w:rsidP="001C23EC"/>
    <w:p w14:paraId="4E0B8590" w14:textId="77777777" w:rsidR="001C23EC" w:rsidRPr="00D30FB5" w:rsidRDefault="001C23EC" w:rsidP="001C23E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Theme</w:t>
      </w:r>
      <w:r w:rsidRPr="00D30FB5">
        <w:rPr>
          <w:rFonts w:asciiTheme="minorHAnsi" w:hAnsiTheme="minorHAnsi"/>
          <w:sz w:val="22"/>
          <w:szCs w:val="22"/>
        </w:rPr>
        <w:t xml:space="preserve"> - Explain what “happy surprises” one can find in your illustration and how they enhance the viewer's experience. Think about the things you included in your illustration but </w:t>
      </w:r>
      <w:r w:rsidRPr="00D30FB5">
        <w:rPr>
          <w:rFonts w:asciiTheme="minorHAnsi" w:hAnsiTheme="minorHAnsi"/>
          <w:i/>
          <w:iCs/>
          <w:color w:val="0000FF"/>
          <w:sz w:val="22"/>
          <w:szCs w:val="22"/>
        </w:rPr>
        <w:t>also how you portrayed them</w:t>
      </w:r>
      <w:r w:rsidRPr="00D30FB5">
        <w:rPr>
          <w:rFonts w:asciiTheme="minorHAnsi" w:hAnsiTheme="minorHAnsi"/>
          <w:color w:val="0000FF"/>
          <w:sz w:val="22"/>
          <w:szCs w:val="22"/>
        </w:rPr>
        <w:t xml:space="preserve"> </w:t>
      </w:r>
      <w:r w:rsidRPr="00D30FB5">
        <w:rPr>
          <w:rFonts w:asciiTheme="minorHAnsi" w:hAnsiTheme="minorHAnsi"/>
          <w:sz w:val="22"/>
          <w:szCs w:val="22"/>
        </w:rPr>
        <w:t>(that can be pleasantly surprising too).</w:t>
      </w:r>
    </w:p>
    <w:p w14:paraId="2B0FBC9B" w14:textId="77777777" w:rsidR="001C23EC" w:rsidRDefault="001C23EC" w:rsidP="001C23E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E47D58" wp14:editId="55A96E29">
                <wp:simplePos x="0" y="0"/>
                <wp:positionH relativeFrom="column">
                  <wp:posOffset>13335</wp:posOffset>
                </wp:positionH>
                <wp:positionV relativeFrom="paragraph">
                  <wp:posOffset>156845</wp:posOffset>
                </wp:positionV>
                <wp:extent cx="5800725" cy="3084195"/>
                <wp:effectExtent l="635" t="0" r="15240" b="1905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308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6772D" w14:textId="77777777" w:rsidR="001C23EC" w:rsidRDefault="001C23EC" w:rsidP="001C23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.05pt;margin-top:12.35pt;width:456.75pt;height:242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">
                <v:textbox>
                  <w:txbxContent>
                    <w:p w:rsidR="001C23EC" w:rsidRDefault="001C23EC" w:rsidP="001C23EC"/>
                  </w:txbxContent>
                </v:textbox>
              </v:shape>
            </w:pict>
          </mc:Fallback>
        </mc:AlternateContent>
      </w:r>
    </w:p>
    <w:p w14:paraId="15C3513D" w14:textId="77777777" w:rsidR="001C23EC" w:rsidRDefault="001C23EC" w:rsidP="001C23EC"/>
    <w:p w14:paraId="01105D37" w14:textId="77777777" w:rsidR="001C23EC" w:rsidRDefault="001C23EC" w:rsidP="001C23EC"/>
    <w:p w14:paraId="6BD4C877" w14:textId="77777777" w:rsidR="001C23EC" w:rsidRDefault="001C23EC" w:rsidP="001C23EC"/>
    <w:p w14:paraId="5D1B73FE" w14:textId="77777777" w:rsidR="001C23EC" w:rsidRDefault="001C23EC" w:rsidP="001C23EC"/>
    <w:p w14:paraId="013DB8E9" w14:textId="77777777" w:rsidR="001C23EC" w:rsidRDefault="001C23EC" w:rsidP="001C23EC"/>
    <w:p w14:paraId="37EB69C2" w14:textId="77777777" w:rsidR="001C23EC" w:rsidRDefault="001C23EC" w:rsidP="001C23EC"/>
    <w:p w14:paraId="5D450A46" w14:textId="77777777" w:rsidR="001C23EC" w:rsidRDefault="001C23EC" w:rsidP="001C23EC"/>
    <w:p w14:paraId="3CA7F9B8" w14:textId="77777777" w:rsidR="001C23EC" w:rsidRDefault="001C23EC" w:rsidP="001C23EC"/>
    <w:p w14:paraId="1323DCF7" w14:textId="77777777" w:rsidR="001C23EC" w:rsidRDefault="001C23EC" w:rsidP="001C23EC"/>
    <w:p w14:paraId="61E0B064" w14:textId="77777777" w:rsidR="001C23EC" w:rsidRDefault="001C23EC" w:rsidP="001C23EC"/>
    <w:p w14:paraId="03DBE32B" w14:textId="77777777" w:rsidR="001C23EC" w:rsidRDefault="001C23EC" w:rsidP="001C23EC"/>
    <w:p w14:paraId="25A69F3F" w14:textId="77777777" w:rsidR="001C23EC" w:rsidRDefault="001559D9" w:rsidP="001C23EC">
      <w:r>
        <w:t>Context</w:t>
      </w:r>
    </w:p>
    <w:p w14:paraId="0437F753" w14:textId="77777777" w:rsidR="001559D9" w:rsidRDefault="001559D9" w:rsidP="001C23EC">
      <w:r>
        <w:t>How does your poster promote the idea of reading a book in our age of technology?</w:t>
      </w:r>
    </w:p>
    <w:p w14:paraId="7217F0E8" w14:textId="77777777" w:rsidR="001C23EC" w:rsidRDefault="001559D9" w:rsidP="001C23E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F408E3" wp14:editId="3005DF2E">
                <wp:simplePos x="0" y="0"/>
                <wp:positionH relativeFrom="column">
                  <wp:posOffset>79547</wp:posOffset>
                </wp:positionH>
                <wp:positionV relativeFrom="paragraph">
                  <wp:posOffset>287978</wp:posOffset>
                </wp:positionV>
                <wp:extent cx="5842861" cy="3859078"/>
                <wp:effectExtent l="0" t="0" r="24765" b="2730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861" cy="38590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2C722" w14:textId="77777777" w:rsidR="001559D9" w:rsidRDefault="001559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6.25pt;margin-top:22.7pt;width:460.05pt;height:30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" filled="f" strokecolor="black [3213]">
                <v:textbox>
                  <w:txbxContent>
                    <w:p w14:paraId="7682C722" w14:textId="77777777" w:rsidR="001559D9" w:rsidRDefault="001559D9"/>
                  </w:txbxContent>
                </v:textbox>
                <w10:wrap type="square"/>
              </v:shape>
            </w:pict>
          </mc:Fallback>
        </mc:AlternateContent>
      </w:r>
    </w:p>
    <w:p w14:paraId="1B81F89B" w14:textId="77777777" w:rsidR="001C23EC" w:rsidRDefault="001C23EC" w:rsidP="001C23EC"/>
    <w:p w14:paraId="642B23C1" w14:textId="77777777" w:rsidR="001C23EC" w:rsidRDefault="001C23EC" w:rsidP="001C23EC"/>
    <w:p w14:paraId="66078DF6" w14:textId="77777777" w:rsidR="001C23EC" w:rsidRDefault="001C23EC" w:rsidP="001C23EC"/>
    <w:p w14:paraId="4ADDF0F5" w14:textId="77777777" w:rsidR="001C23EC" w:rsidRDefault="001C23EC" w:rsidP="001C23EC"/>
    <w:p w14:paraId="3F71B1A2" w14:textId="77777777" w:rsidR="001C23EC" w:rsidRDefault="001C23EC" w:rsidP="001C23EC"/>
    <w:p w14:paraId="07B86A66" w14:textId="77777777" w:rsidR="001C23EC" w:rsidRDefault="001C23EC" w:rsidP="001C23EC"/>
    <w:p w14:paraId="48D676AA" w14:textId="77777777" w:rsidR="001C23EC" w:rsidRDefault="001C23EC" w:rsidP="001C23EC">
      <w:pPr>
        <w:pStyle w:val="NormalWeb"/>
        <w:spacing w:before="0" w:beforeAutospacing="0" w:after="0" w:afterAutospacing="0"/>
        <w:ind w:left="10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14:paraId="669326A8" w14:textId="77777777" w:rsidR="001C23EC" w:rsidRDefault="001C23EC" w:rsidP="001C23EC"/>
    <w:p w14:paraId="363EDF23" w14:textId="77777777" w:rsidR="00BF22CB" w:rsidRDefault="00BF22CB"/>
    <w:sectPr w:rsidR="00BF22CB" w:rsidSect="00AA16D2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26E01"/>
    <w:multiLevelType w:val="multilevel"/>
    <w:tmpl w:val="B0AC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6D2"/>
    <w:rsid w:val="000457AA"/>
    <w:rsid w:val="000F409D"/>
    <w:rsid w:val="00152CC4"/>
    <w:rsid w:val="001559D9"/>
    <w:rsid w:val="001C23EC"/>
    <w:rsid w:val="005123BC"/>
    <w:rsid w:val="00515CC0"/>
    <w:rsid w:val="005C7089"/>
    <w:rsid w:val="009E4770"/>
    <w:rsid w:val="00AA16D2"/>
    <w:rsid w:val="00BF22CB"/>
    <w:rsid w:val="00C0512E"/>
    <w:rsid w:val="00C84287"/>
    <w:rsid w:val="00FE71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F4B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C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C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Refl%20rubric%20page%20v2%20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87C741-E16E-9E40-A096-38180FB1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Refl rubric page v2 2011.dotx</Template>
  <TotalTime>7</TotalTime>
  <Pages>3</Pages>
  <Words>162</Words>
  <Characters>925</Characters>
  <Application>Microsoft Macintosh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2014-02-24T01:07:00Z</dcterms:created>
  <dcterms:modified xsi:type="dcterms:W3CDTF">2014-02-24T01:42:00Z</dcterms:modified>
</cp:coreProperties>
</file>